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C1E6" w14:textId="40296CA9" w:rsidR="00CC4524" w:rsidRDefault="00CC4524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alias w:val="Sisestage oma nimi:"/>
        <w:tag w:val="Sisestage oma nimi:"/>
        <w:id w:val="670610259"/>
        <w:placeholder>
          <w:docPart w:val="E24ED94247064063AF90DA8C9B55B1AD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p w14:paraId="4DA6E6BD" w14:textId="649DA376" w:rsidR="00553DF6" w:rsidRPr="00A5747E" w:rsidRDefault="00023EE5" w:rsidP="00553DF6">
          <w:pPr>
            <w:pStyle w:val="Kontaktteave"/>
            <w:ind w:hanging="426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Mait Kröönström</w:t>
          </w:r>
        </w:p>
      </w:sdtContent>
    </w:sdt>
    <w:p w14:paraId="16EEC362" w14:textId="05A77EEB" w:rsidR="00553DF6" w:rsidRPr="00A5747E" w:rsidRDefault="00023EE5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Kuusalu Vabatahtlike Selts</w:t>
      </w:r>
    </w:p>
    <w:p w14:paraId="60CA32CF" w14:textId="6A6BE05B" w:rsidR="00553DF6" w:rsidRPr="00A5747E" w:rsidRDefault="00023EE5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Laane t. 27</w:t>
      </w:r>
    </w:p>
    <w:p w14:paraId="480C0F7B" w14:textId="5977C900" w:rsidR="00553DF6" w:rsidRPr="00A5747E" w:rsidRDefault="00023EE5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Kuusalu alevik, Harjumaa, 74601</w:t>
      </w:r>
    </w:p>
    <w:p w14:paraId="47B97471" w14:textId="57D661BA" w:rsidR="00553DF6" w:rsidRDefault="00C92DDE" w:rsidP="00CC4524">
      <w:pPr>
        <w:pStyle w:val="Kuupev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132772">
            <w:rPr>
              <w:rFonts w:ascii="Times New Roman" w:hAnsi="Times New Roman" w:cs="Times New Roman"/>
              <w:sz w:val="24"/>
              <w:szCs w:val="24"/>
            </w:rPr>
            <w:t>m</w:t>
          </w:r>
          <w:r w:rsidR="00023EE5">
            <w:rPr>
              <w:rFonts w:ascii="Times New Roman" w:hAnsi="Times New Roman" w:cs="Times New Roman"/>
              <w:sz w:val="24"/>
              <w:szCs w:val="24"/>
            </w:rPr>
            <w:t>ait.kroonstrom@gmail.com, 5129082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C911670" w14:textId="0DAD0FB1" w:rsidR="00023EE5" w:rsidRPr="00023EE5" w:rsidRDefault="00966E0B" w:rsidP="00023EE5">
            <w:pPr>
              <w:pStyle w:val="Default"/>
            </w:pPr>
            <w:r>
              <w:t>H</w:t>
            </w:r>
            <w:r w:rsidR="00023EE5">
              <w:t>ooaja lõpus</w:t>
            </w:r>
            <w:r>
              <w:t xml:space="preserve"> hoolduse käigus</w:t>
            </w:r>
            <w:r w:rsidR="00023EE5">
              <w:t xml:space="preserve"> selgus, et meie päästetöö RIB alusel </w:t>
            </w:r>
            <w:r w:rsidR="00023EE5">
              <w:rPr>
                <w:sz w:val="23"/>
                <w:szCs w:val="23"/>
              </w:rPr>
              <w:t xml:space="preserve"> HMA-395 </w:t>
            </w:r>
            <w:r>
              <w:rPr>
                <w:sz w:val="23"/>
                <w:szCs w:val="23"/>
              </w:rPr>
              <w:t xml:space="preserve">balloonid ei pea õhku ning neid remontida pole võimalik </w:t>
            </w:r>
            <w:r w:rsidR="00132772">
              <w:rPr>
                <w:sz w:val="23"/>
                <w:szCs w:val="23"/>
              </w:rPr>
              <w:t>vaid</w:t>
            </w:r>
            <w:r>
              <w:rPr>
                <w:sz w:val="23"/>
                <w:szCs w:val="23"/>
              </w:rPr>
              <w:t xml:space="preserve">  tuleks balloonid välja vahetada. </w:t>
            </w:r>
            <w:r w:rsidR="004F0A4A">
              <w:rPr>
                <w:sz w:val="23"/>
                <w:szCs w:val="23"/>
              </w:rPr>
              <w:t>Saime</w:t>
            </w:r>
            <w:r>
              <w:rPr>
                <w:sz w:val="23"/>
                <w:szCs w:val="23"/>
              </w:rPr>
              <w:t xml:space="preserve"> hinnapakkumis</w:t>
            </w:r>
            <w:r w:rsidR="00132772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 millest selgus, et esimene võimalus seda teha oleks </w:t>
            </w:r>
            <w:r w:rsidR="00132772">
              <w:rPr>
                <w:sz w:val="23"/>
                <w:szCs w:val="23"/>
              </w:rPr>
              <w:t>veebruar-</w:t>
            </w:r>
            <w:r>
              <w:rPr>
                <w:sz w:val="23"/>
                <w:szCs w:val="23"/>
              </w:rPr>
              <w:t xml:space="preserve">märts 2026 a. </w:t>
            </w:r>
            <w:r w:rsidR="004F0A4A">
              <w:rPr>
                <w:sz w:val="23"/>
                <w:szCs w:val="23"/>
              </w:rPr>
              <w:t>ja</w:t>
            </w:r>
            <w:r>
              <w:rPr>
                <w:sz w:val="23"/>
                <w:szCs w:val="23"/>
              </w:rPr>
              <w:t xml:space="preserve">  tuleks tasuda ettemaksu arve pool tööde maksumusest. Selleks, et järgmiseks merepääste hooajaks alus töökorras oleks otsustasime pakkumise kinnitada </w:t>
            </w:r>
            <w:r w:rsidR="00132772">
              <w:rPr>
                <w:sz w:val="23"/>
                <w:szCs w:val="23"/>
              </w:rPr>
              <w:t>ning</w:t>
            </w:r>
            <w:r>
              <w:rPr>
                <w:sz w:val="23"/>
                <w:szCs w:val="23"/>
              </w:rPr>
              <w:t xml:space="preserve"> </w:t>
            </w:r>
            <w:r w:rsidR="00E315F1">
              <w:rPr>
                <w:sz w:val="23"/>
                <w:szCs w:val="23"/>
              </w:rPr>
              <w:t>pool summast (</w:t>
            </w:r>
            <w:r>
              <w:rPr>
                <w:sz w:val="23"/>
                <w:szCs w:val="23"/>
              </w:rPr>
              <w:t>ettemaksu arve</w:t>
            </w:r>
            <w:r w:rsidR="00E315F1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 xml:space="preserve"> ära tasuda.</w:t>
            </w:r>
            <w:r w:rsidR="004F0A4A">
              <w:rPr>
                <w:sz w:val="23"/>
                <w:szCs w:val="23"/>
              </w:rPr>
              <w:t xml:space="preserve"> Taotleme ettemaksu  summa (2256,80) hüvitamist ja lisame taotlusele </w:t>
            </w:r>
            <w:proofErr w:type="spellStart"/>
            <w:r w:rsidR="004F0A4A">
              <w:rPr>
                <w:sz w:val="23"/>
                <w:szCs w:val="23"/>
              </w:rPr>
              <w:t>Fiberfix</w:t>
            </w:r>
            <w:proofErr w:type="spellEnd"/>
            <w:r w:rsidR="004F0A4A">
              <w:rPr>
                <w:sz w:val="23"/>
                <w:szCs w:val="23"/>
              </w:rPr>
              <w:t xml:space="preserve"> OÜ- </w:t>
            </w:r>
            <w:proofErr w:type="spellStart"/>
            <w:r w:rsidR="004F0A4A">
              <w:rPr>
                <w:sz w:val="23"/>
                <w:szCs w:val="23"/>
              </w:rPr>
              <w:t>lt</w:t>
            </w:r>
            <w:proofErr w:type="spellEnd"/>
            <w:r w:rsidR="004F0A4A">
              <w:rPr>
                <w:sz w:val="23"/>
                <w:szCs w:val="23"/>
              </w:rPr>
              <w:t xml:space="preserve"> võetud </w:t>
            </w:r>
            <w:r w:rsidR="00C92DDE">
              <w:rPr>
                <w:sz w:val="23"/>
                <w:szCs w:val="23"/>
              </w:rPr>
              <w:t>hinna</w:t>
            </w:r>
            <w:r w:rsidR="004F0A4A">
              <w:rPr>
                <w:sz w:val="23"/>
                <w:szCs w:val="23"/>
              </w:rPr>
              <w:t>pakkumise, ettemaksuarve ja panga väljavõtte antud summa tasumise kohta</w:t>
            </w:r>
            <w:r w:rsidR="00C92DDE">
              <w:rPr>
                <w:sz w:val="23"/>
                <w:szCs w:val="23"/>
              </w:rPr>
              <w:t xml:space="preserve"> seltsi poolt</w:t>
            </w:r>
            <w:r w:rsidR="004F0A4A">
              <w:rPr>
                <w:sz w:val="23"/>
                <w:szCs w:val="23"/>
              </w:rPr>
              <w:t>.</w:t>
            </w:r>
          </w:p>
          <w:p w14:paraId="77C28179" w14:textId="6516B880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/</w:t>
                  </w:r>
                  <w:proofErr w:type="spellStart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merepäästetööga</w:t>
                  </w:r>
                  <w:proofErr w:type="spellEnd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 </w:t>
                  </w:r>
                </w:p>
              </w:tc>
            </w:tr>
            <w:tr w:rsidR="00642DCE" w14:paraId="11B82948" w14:textId="77777777" w:rsidTr="00642DCE">
              <w:tc>
                <w:tcPr>
                  <w:tcW w:w="1562" w:type="dxa"/>
                </w:tcPr>
                <w:p w14:paraId="669B3158" w14:textId="2D700882" w:rsidR="00642DCE" w:rsidRPr="00642DCE" w:rsidRDefault="00966E0B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RIB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paadi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balloonide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 w:rsidR="00E315F1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vahetus</w:t>
                  </w:r>
                  <w:proofErr w:type="spellEnd"/>
                </w:p>
              </w:tc>
              <w:tc>
                <w:tcPr>
                  <w:tcW w:w="2458" w:type="dxa"/>
                </w:tcPr>
                <w:p w14:paraId="6AC0F9A6" w14:textId="21C6ACAB" w:rsidR="00642DCE" w:rsidRPr="00642DCE" w:rsidRDefault="00E315F1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Eemaldatakse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paadilt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vanad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balloonid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ja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asendatakse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need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uutega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83638BD" w14:textId="6207FCC9" w:rsidR="00642DCE" w:rsidRPr="00642DCE" w:rsidRDefault="00E315F1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2256</w:t>
                  </w:r>
                  <w:r w:rsidR="0024167D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,80</w:t>
                  </w:r>
                </w:p>
              </w:tc>
              <w:tc>
                <w:tcPr>
                  <w:tcW w:w="1562" w:type="dxa"/>
                </w:tcPr>
                <w:p w14:paraId="232B5F90" w14:textId="22EA481C" w:rsidR="00642DCE" w:rsidRPr="00642DCE" w:rsidRDefault="00132772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7</w:t>
                  </w:r>
                  <w:r w:rsidR="00E315F1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.11.2025 a</w:t>
                  </w:r>
                </w:p>
              </w:tc>
              <w:tc>
                <w:tcPr>
                  <w:tcW w:w="2935" w:type="dxa"/>
                </w:tcPr>
                <w:p w14:paraId="51FDD3EE" w14:textId="5479B12F" w:rsidR="00642DCE" w:rsidRPr="00642DCE" w:rsidRDefault="00E315F1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Merepääste võimekuse </w:t>
                  </w:r>
                  <w:r w:rsidR="001327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tagamine 2026 hooajal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56C3A4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404C6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644EC9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D3588D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65FBB4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1A1A07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094C14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35C6A8E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52BDC8F" w14:textId="77777777" w:rsidTr="00642DCE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642DCE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196B3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031FC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452D9CCD" w14:textId="77777777" w:rsidTr="00642DCE">
              <w:tc>
                <w:tcPr>
                  <w:tcW w:w="1562" w:type="dxa"/>
                </w:tcPr>
                <w:p w14:paraId="62E6843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06AD1A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CFAAD5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7D7E39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043695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723EA9B6" w14:textId="77777777" w:rsidTr="00642DCE">
              <w:tc>
                <w:tcPr>
                  <w:tcW w:w="1562" w:type="dxa"/>
                </w:tcPr>
                <w:p w14:paraId="01E54F06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1557E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ED9C74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3BFE76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41C719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D056268" w14:textId="77777777" w:rsidTr="00642DCE">
              <w:tc>
                <w:tcPr>
                  <w:tcW w:w="1562" w:type="dxa"/>
                </w:tcPr>
                <w:p w14:paraId="69018E9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BC94BF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752E2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E77A6B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F42B422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090BB337" w14:textId="77777777" w:rsidTr="00642DCE">
              <w:tc>
                <w:tcPr>
                  <w:tcW w:w="1562" w:type="dxa"/>
                </w:tcPr>
                <w:p w14:paraId="729CF264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A0BD28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98439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66684D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4603561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52EEF3B0" w:rsidR="00642DCE" w:rsidRPr="00E7336D" w:rsidRDefault="00E315F1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Kulud on tasutu</w:t>
            </w:r>
            <w:r w:rsidR="002416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terves ulatuses seltsi poolt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26CB8" w14:textId="77777777" w:rsidR="00CC4524" w:rsidRDefault="00CC4524" w:rsidP="00553DF6">
      <w:r>
        <w:separator/>
      </w:r>
    </w:p>
  </w:endnote>
  <w:endnote w:type="continuationSeparator" w:id="0">
    <w:p w14:paraId="25E121E7" w14:textId="77777777" w:rsidR="00CC4524" w:rsidRDefault="00CC4524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Jalus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E9A0A" w14:textId="77777777" w:rsidR="00CC4524" w:rsidRDefault="00CC4524" w:rsidP="00553DF6">
      <w:r>
        <w:separator/>
      </w:r>
    </w:p>
  </w:footnote>
  <w:footnote w:type="continuationSeparator" w:id="0">
    <w:p w14:paraId="542B2731" w14:textId="77777777" w:rsidR="00CC4524" w:rsidRDefault="00CC4524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4E90" w14:textId="1FE36F17" w:rsidR="00F502BD" w:rsidRPr="00F502BD" w:rsidRDefault="00F502BD" w:rsidP="00F502BD">
    <w:pPr>
      <w:pStyle w:val="Pis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23EE5"/>
    <w:rsid w:val="0006005E"/>
    <w:rsid w:val="00132772"/>
    <w:rsid w:val="0024167D"/>
    <w:rsid w:val="00252A23"/>
    <w:rsid w:val="002F470E"/>
    <w:rsid w:val="00313F8C"/>
    <w:rsid w:val="00334A00"/>
    <w:rsid w:val="003A586F"/>
    <w:rsid w:val="003F55B9"/>
    <w:rsid w:val="003F798C"/>
    <w:rsid w:val="004F0A4A"/>
    <w:rsid w:val="00553DF6"/>
    <w:rsid w:val="005555A4"/>
    <w:rsid w:val="0056754F"/>
    <w:rsid w:val="006045FE"/>
    <w:rsid w:val="00642DCE"/>
    <w:rsid w:val="006B6A0D"/>
    <w:rsid w:val="00887B31"/>
    <w:rsid w:val="008C46C4"/>
    <w:rsid w:val="00966E0B"/>
    <w:rsid w:val="00994A78"/>
    <w:rsid w:val="00A628E3"/>
    <w:rsid w:val="00AD0E41"/>
    <w:rsid w:val="00B84E10"/>
    <w:rsid w:val="00C92DDE"/>
    <w:rsid w:val="00CC4524"/>
    <w:rsid w:val="00D4718D"/>
    <w:rsid w:val="00D83A8D"/>
    <w:rsid w:val="00DA0EAC"/>
    <w:rsid w:val="00DB268A"/>
    <w:rsid w:val="00E315F1"/>
    <w:rsid w:val="00E7336D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3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3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3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3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PisMrk">
    <w:name w:val="Päis Märk"/>
    <w:basedOn w:val="Liguvaikefont"/>
    <w:link w:val="Pis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allaad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Kuupev">
    <w:name w:val="Date"/>
    <w:basedOn w:val="Normaallaad"/>
    <w:next w:val="Normaallaad"/>
    <w:link w:val="KuupevMrk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KuupevMrk">
    <w:name w:val="Kuupäev Märk"/>
    <w:basedOn w:val="Liguvaikefont"/>
    <w:link w:val="Kuupev"/>
    <w:uiPriority w:val="2"/>
    <w:rsid w:val="00553DF6"/>
    <w:rPr>
      <w:spacing w:val="4"/>
      <w:kern w:val="0"/>
    </w:rPr>
  </w:style>
  <w:style w:type="paragraph" w:styleId="Jalus">
    <w:name w:val="footer"/>
    <w:basedOn w:val="Normaallaad"/>
    <w:link w:val="JalusMrk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3DF6"/>
  </w:style>
  <w:style w:type="paragraph" w:customStyle="1" w:styleId="Disclaimer">
    <w:name w:val="Disclaimer"/>
    <w:basedOn w:val="Normaallaad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Liguvaikefont"/>
    <w:rsid w:val="00553DF6"/>
  </w:style>
  <w:style w:type="table" w:styleId="Kontuurtabel">
    <w:name w:val="Table Grid"/>
    <w:basedOn w:val="Normaaltabe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3EE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3A586F"/>
    <w:rsid w:val="005555A4"/>
    <w:rsid w:val="006045FE"/>
    <w:rsid w:val="006B6A0D"/>
    <w:rsid w:val="00BF1834"/>
    <w:rsid w:val="00DA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taotlusvorm.dotx</Template>
  <TotalTime>69</TotalTime>
  <Pages>2</Pages>
  <Words>261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mait.kroonstrom@gmail.com, 5129082</dc:description>
  <cp:lastModifiedBy>Mait Kröönström</cp:lastModifiedBy>
  <cp:revision>5</cp:revision>
  <dcterms:created xsi:type="dcterms:W3CDTF">2025-12-01T13:38:00Z</dcterms:created>
  <dcterms:modified xsi:type="dcterms:W3CDTF">2025-12-03T09:04:00Z</dcterms:modified>
  <cp:contentStatus>Mait Kröönström</cp:contentStatus>
</cp:coreProperties>
</file>